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5D860BD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AE4F36">
        <w:rPr>
          <w:rFonts w:ascii="Corbel" w:hAnsi="Corbel"/>
          <w:i/>
          <w:smallCaps/>
          <w:sz w:val="24"/>
          <w:szCs w:val="24"/>
        </w:rPr>
        <w:t>2019-2022</w:t>
      </w:r>
    </w:p>
    <w:p w14:paraId="216B3AF3" w14:textId="78837EED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AE4F36">
        <w:rPr>
          <w:rFonts w:ascii="Corbel" w:hAnsi="Corbel"/>
          <w:sz w:val="20"/>
          <w:szCs w:val="20"/>
        </w:rPr>
        <w:t>1</w:t>
      </w:r>
      <w:r w:rsidR="00377180">
        <w:rPr>
          <w:rFonts w:ascii="Corbel" w:hAnsi="Corbel"/>
          <w:sz w:val="20"/>
          <w:szCs w:val="20"/>
        </w:rPr>
        <w:t>/202</w:t>
      </w:r>
      <w:r w:rsidR="00AE4F36">
        <w:rPr>
          <w:rFonts w:ascii="Corbel" w:hAnsi="Corbel"/>
          <w:sz w:val="20"/>
          <w:szCs w:val="20"/>
        </w:rPr>
        <w:t>2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4AD3B5B8" w:rsidR="0085747A" w:rsidRPr="00490DC0" w:rsidRDefault="00490D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0DC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55F24161" w:rsidR="00015B8F" w:rsidRPr="009C54AE" w:rsidRDefault="00490D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0990A6E4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8673" w14:textId="2175792D" w:rsidR="00E960BB" w:rsidRPr="00516114" w:rsidRDefault="005161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16114">
        <w:rPr>
          <w:rFonts w:ascii="Corbel" w:hAnsi="Corbel"/>
          <w:b w:val="0"/>
          <w:bCs/>
          <w:smallCaps w:val="0"/>
          <w:szCs w:val="24"/>
        </w:rPr>
        <w:t>Ćwiczenia: analiza tekstów z dyskusją, metoda projektów (projekt badawczy,  praca w grupach (rozwiązywanie zadań, dyskusja).</w:t>
      </w:r>
    </w:p>
    <w:p w14:paraId="32B67EF4" w14:textId="77777777" w:rsidR="00516114" w:rsidRDefault="005161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1C1DAFB4" w:rsidR="0085747A" w:rsidRPr="009C54AE" w:rsidRDefault="00490DC0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338E248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11EF62E4" w:rsidR="00C61DC5" w:rsidRPr="009C54AE" w:rsidRDefault="00490DC0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C0C9C" w14:textId="77777777" w:rsidR="00E217F4" w:rsidRDefault="00E217F4" w:rsidP="00C16ABF">
      <w:pPr>
        <w:spacing w:after="0" w:line="240" w:lineRule="auto"/>
      </w:pPr>
      <w:r>
        <w:separator/>
      </w:r>
    </w:p>
  </w:endnote>
  <w:endnote w:type="continuationSeparator" w:id="0">
    <w:p w14:paraId="65EBFEB6" w14:textId="77777777" w:rsidR="00E217F4" w:rsidRDefault="00E217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59749" w14:textId="77777777" w:rsidR="00E217F4" w:rsidRDefault="00E217F4" w:rsidP="00C16ABF">
      <w:pPr>
        <w:spacing w:after="0" w:line="240" w:lineRule="auto"/>
      </w:pPr>
      <w:r>
        <w:separator/>
      </w:r>
    </w:p>
  </w:footnote>
  <w:footnote w:type="continuationSeparator" w:id="0">
    <w:p w14:paraId="756650F3" w14:textId="77777777" w:rsidR="00E217F4" w:rsidRDefault="00E217F4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8E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DC0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3D"/>
    <w:rsid w:val="0051611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4F3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D8A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047FE"/>
    <w:rsid w:val="00E129B8"/>
    <w:rsid w:val="00E217F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00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08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08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2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41294-64E8-470E-827B-0364DC9859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2020-10-19T17:06:00Z</dcterms:created>
  <dcterms:modified xsi:type="dcterms:W3CDTF">2021-02-11T13:19:00Z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